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B0" w:rsidRPr="00EC4173" w:rsidRDefault="00A27FB0" w:rsidP="00265B17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</w:pPr>
      <w:r w:rsidRPr="00EC4173"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  <w:t>Самбо — в школьной программе!</w:t>
      </w:r>
    </w:p>
    <w:p w:rsidR="00A27FB0" w:rsidRPr="00265B17" w:rsidRDefault="00A27FB0" w:rsidP="00265B17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:rsidR="00A27FB0" w:rsidRPr="00EC4173" w:rsidRDefault="00A27FB0" w:rsidP="00DF4170">
      <w:pPr>
        <w:spacing w:after="0" w:line="240" w:lineRule="auto"/>
        <w:textAlignment w:val="baseline"/>
        <w:outlineLvl w:val="0"/>
        <w:rPr>
          <w:rFonts w:ascii="Times New Roman" w:hAnsi="Times New Roman"/>
          <w:i/>
          <w:color w:val="000000"/>
          <w:kern w:val="36"/>
          <w:sz w:val="28"/>
          <w:szCs w:val="28"/>
          <w:lang w:eastAsia="ru-RU"/>
        </w:rPr>
      </w:pPr>
      <w:r w:rsidRPr="00EC4173"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  <w:t>Смирнова М.С.,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EC4173">
        <w:rPr>
          <w:rFonts w:ascii="Times New Roman" w:hAnsi="Times New Roman"/>
          <w:i/>
          <w:color w:val="000000"/>
          <w:kern w:val="36"/>
          <w:sz w:val="28"/>
          <w:szCs w:val="28"/>
          <w:lang w:eastAsia="ru-RU"/>
        </w:rPr>
        <w:t>ЯФ  МФЮА.</w:t>
      </w:r>
      <w:bookmarkStart w:id="0" w:name="_GoBack"/>
      <w:bookmarkEnd w:id="0"/>
    </w:p>
    <w:p w:rsidR="00A27FB0" w:rsidRPr="00EC4173" w:rsidRDefault="00A27FB0" w:rsidP="00DF4170">
      <w:pPr>
        <w:spacing w:after="0" w:line="240" w:lineRule="auto"/>
        <w:textAlignment w:val="baseline"/>
        <w:outlineLvl w:val="0"/>
        <w:rPr>
          <w:rFonts w:ascii="Times New Roman" w:hAnsi="Times New Roman"/>
          <w:i/>
          <w:color w:val="000000"/>
          <w:kern w:val="36"/>
          <w:sz w:val="28"/>
          <w:szCs w:val="28"/>
          <w:lang w:eastAsia="ru-RU"/>
        </w:rPr>
      </w:pPr>
      <w:r w:rsidRPr="00EC4173">
        <w:rPr>
          <w:rFonts w:ascii="Times New Roman" w:hAnsi="Times New Roman"/>
          <w:i/>
          <w:color w:val="000000"/>
          <w:kern w:val="36"/>
          <w:sz w:val="28"/>
          <w:szCs w:val="28"/>
          <w:lang w:eastAsia="ru-RU"/>
        </w:rPr>
        <w:t>Научный руководитель: старший преподаватель Лощилов А.В.</w:t>
      </w:r>
    </w:p>
    <w:p w:rsidR="00A27FB0" w:rsidRPr="00265B17" w:rsidRDefault="00A27FB0" w:rsidP="00DF4170">
      <w:pPr>
        <w:spacing w:after="0" w:line="240" w:lineRule="auto"/>
        <w:textAlignment w:val="baseline"/>
        <w:outlineLvl w:val="0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:rsidR="00A27FB0" w:rsidRPr="00265B17" w:rsidRDefault="00A27FB0" w:rsidP="0065698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265B17">
        <w:rPr>
          <w:rFonts w:ascii="Times New Roman" w:hAnsi="Times New Roman"/>
          <w:color w:val="000000"/>
          <w:sz w:val="28"/>
          <w:szCs w:val="28"/>
          <w:lang w:eastAsia="ru-RU"/>
        </w:rPr>
        <w:t>Увлеклась идеей спортивного образа жизни под лозунгом  «Стиль жизни - САМБО». «Стиль жизни - САМБО» означает философию жизни, основанную на уверенности в себе, здоровом образе жизни, воспитании тела и духа, умении побеждать в спорте и жизни, умении дать отпор нападению и защитить себя, своих близких и всех, кто нуждается в помощи. Почему именно САМБО? Потому  что это увлекательная игра, победителем в которой выходит тот, кто борется головою, а не мышцами. Это большое развлечение и удовольствие - участвовать в соревнованиях, набирать победы для присвоения очередного спортивного разряда. Соревнования  проходят почти ежемесячно. Это интересная тусовка мощных, энергичных и достойных людей, которые стали такими в результате веселой и увлекательной борьбы - «САМБО». Почему я выбирала именно Самбо? Потому что САМБО – «самооборона без оружия» – это оружие, которое всегда со мной. Потому я могу отразить мощное нападение и 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ездвижить противника.  Д</w:t>
      </w:r>
      <w:r w:rsidRPr="00265B17">
        <w:rPr>
          <w:rFonts w:ascii="Times New Roman" w:hAnsi="Times New Roman"/>
          <w:color w:val="000000"/>
          <w:sz w:val="28"/>
          <w:szCs w:val="28"/>
          <w:lang w:eastAsia="ru-RU"/>
        </w:rPr>
        <w:t>елать  броски, под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сечки, подхваты, болевые приемы</w:t>
      </w:r>
      <w:r w:rsidRPr="00265B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вот неп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олный список  того, что я могу. </w:t>
      </w:r>
      <w:r w:rsidRPr="00265B17">
        <w:rPr>
          <w:rFonts w:ascii="Times New Roman" w:hAnsi="Times New Roman"/>
          <w:color w:val="000000"/>
          <w:sz w:val="28"/>
          <w:szCs w:val="28"/>
          <w:lang w:eastAsia="ru-RU"/>
        </w:rPr>
        <w:t>Считаю, что самбо воспитывает и закаляет характер не только в спорте, но и в жизни. Это увлекательный и интересный вид спорта, которым должен заниматься каждый человек в нашей стране. САМБО - это национальный вид спорта, в котором Россия занимает первое место в мире.  Мне небезразлична судьба этого вида спорта, поэт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ому я хочу, чтобы САМБО занимало</w:t>
      </w:r>
      <w:r w:rsidRPr="00265B17">
        <w:rPr>
          <w:rFonts w:ascii="Times New Roman" w:hAnsi="Times New Roman"/>
          <w:color w:val="000000"/>
          <w:sz w:val="28"/>
          <w:szCs w:val="28"/>
          <w:lang w:eastAsia="ru-RU"/>
        </w:rPr>
        <w:t>сь большинство юношей и девушек нашей страны.</w:t>
      </w:r>
    </w:p>
    <w:p w:rsidR="00A27FB0" w:rsidRDefault="00A27FB0" w:rsidP="006569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</w:rPr>
        <w:t>Я предлагаю</w:t>
      </w:r>
      <w:r w:rsidRPr="00265B17">
        <w:rPr>
          <w:rFonts w:ascii="Times New Roman" w:hAnsi="Times New Roman"/>
          <w:sz w:val="28"/>
          <w:szCs w:val="28"/>
        </w:rPr>
        <w:t xml:space="preserve"> внедрить в шк</w:t>
      </w:r>
      <w:r>
        <w:rPr>
          <w:rFonts w:ascii="Times New Roman" w:hAnsi="Times New Roman"/>
          <w:sz w:val="28"/>
          <w:szCs w:val="28"/>
        </w:rPr>
        <w:t>олы занятия</w:t>
      </w:r>
      <w:r w:rsidRPr="00265B17">
        <w:rPr>
          <w:rFonts w:ascii="Times New Roman" w:hAnsi="Times New Roman"/>
          <w:sz w:val="28"/>
          <w:szCs w:val="28"/>
        </w:rPr>
        <w:t xml:space="preserve"> по самозащите. </w:t>
      </w:r>
      <w:r w:rsidRPr="00265B1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265B17">
        <w:rPr>
          <w:rFonts w:ascii="Times New Roman" w:hAnsi="Times New Roman"/>
          <w:color w:val="000000"/>
          <w:sz w:val="28"/>
          <w:szCs w:val="28"/>
        </w:rPr>
        <w:t xml:space="preserve">читаю, что воспитание духа и тела начинается на уроках физкультуры в школах, и очень жаль, что многие ребята пропускают эти занятия. По разным причинам. Надо находить индивидуальный подход к ребятам. </w:t>
      </w:r>
      <w:r w:rsidRPr="00265B17">
        <w:rPr>
          <w:rFonts w:ascii="Times New Roman" w:hAnsi="Times New Roman"/>
          <w:sz w:val="28"/>
          <w:szCs w:val="28"/>
        </w:rPr>
        <w:t>Система физического воспитан</w:t>
      </w:r>
      <w:r>
        <w:rPr>
          <w:rFonts w:ascii="Times New Roman" w:hAnsi="Times New Roman"/>
          <w:sz w:val="28"/>
          <w:szCs w:val="28"/>
        </w:rPr>
        <w:t>ия</w:t>
      </w:r>
      <w:r w:rsidRPr="00265B17">
        <w:rPr>
          <w:rFonts w:ascii="Times New Roman" w:hAnsi="Times New Roman"/>
          <w:sz w:val="28"/>
          <w:szCs w:val="28"/>
        </w:rPr>
        <w:t xml:space="preserve"> не должна быть косвенной, она должна развиват</w:t>
      </w:r>
      <w:r>
        <w:rPr>
          <w:rFonts w:ascii="Times New Roman" w:hAnsi="Times New Roman"/>
          <w:sz w:val="28"/>
          <w:szCs w:val="28"/>
        </w:rPr>
        <w:t>ься. Самбо - средство воспитания</w:t>
      </w:r>
      <w:r w:rsidRPr="00265B17">
        <w:rPr>
          <w:rFonts w:ascii="Times New Roman" w:hAnsi="Times New Roman"/>
          <w:sz w:val="28"/>
          <w:szCs w:val="28"/>
        </w:rPr>
        <w:t xml:space="preserve"> здорового образа жизни для ребят. Главная задача не подготовить мастера спорта, а привить навыки самозащиты, бе</w:t>
      </w:r>
      <w:r>
        <w:rPr>
          <w:rFonts w:ascii="Times New Roman" w:hAnsi="Times New Roman"/>
          <w:sz w:val="28"/>
          <w:szCs w:val="28"/>
        </w:rPr>
        <w:t xml:space="preserve">зопасного падения. </w:t>
      </w:r>
      <w:r w:rsidRPr="00265B17">
        <w:rPr>
          <w:rFonts w:ascii="Times New Roman" w:hAnsi="Times New Roman"/>
          <w:sz w:val="28"/>
          <w:szCs w:val="28"/>
        </w:rPr>
        <w:t xml:space="preserve">  Меня часто спрашивают, что лучше, бокс или каратэ</w:t>
      </w:r>
      <w:r>
        <w:rPr>
          <w:rFonts w:ascii="Times New Roman" w:hAnsi="Times New Roman"/>
          <w:sz w:val="28"/>
          <w:szCs w:val="28"/>
        </w:rPr>
        <w:t>, дзюдо или самбо?</w:t>
      </w:r>
      <w:r w:rsidRPr="00265B17">
        <w:rPr>
          <w:rFonts w:ascii="Times New Roman" w:hAnsi="Times New Roman"/>
          <w:sz w:val="28"/>
          <w:szCs w:val="28"/>
        </w:rPr>
        <w:t xml:space="preserve"> Так вот</w:t>
      </w:r>
      <w:r>
        <w:rPr>
          <w:rFonts w:ascii="Times New Roman" w:hAnsi="Times New Roman"/>
          <w:sz w:val="28"/>
          <w:szCs w:val="28"/>
        </w:rPr>
        <w:t>:</w:t>
      </w:r>
      <w:r w:rsidRPr="00265B17">
        <w:rPr>
          <w:rFonts w:ascii="Times New Roman" w:hAnsi="Times New Roman"/>
          <w:sz w:val="28"/>
          <w:szCs w:val="28"/>
        </w:rPr>
        <w:t xml:space="preserve"> НЕ МОЖЕТ быть часть лучше</w:t>
      </w:r>
      <w:r>
        <w:rPr>
          <w:rFonts w:ascii="Times New Roman" w:hAnsi="Times New Roman"/>
          <w:sz w:val="28"/>
          <w:szCs w:val="28"/>
        </w:rPr>
        <w:t>,</w:t>
      </w:r>
      <w:r w:rsidRPr="00265B17">
        <w:rPr>
          <w:rFonts w:ascii="Times New Roman" w:hAnsi="Times New Roman"/>
          <w:sz w:val="28"/>
          <w:szCs w:val="28"/>
        </w:rPr>
        <w:t xml:space="preserve"> чем целое. Самбо впитало в себя все лучшие техники приёмов различных единоборств. Самбо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65B17">
        <w:rPr>
          <w:rFonts w:ascii="Times New Roman" w:hAnsi="Times New Roman"/>
          <w:sz w:val="28"/>
          <w:szCs w:val="28"/>
        </w:rPr>
        <w:t xml:space="preserve"> это лучший национальный вид  сп</w:t>
      </w:r>
      <w:r>
        <w:rPr>
          <w:rFonts w:ascii="Times New Roman" w:hAnsi="Times New Roman"/>
          <w:sz w:val="28"/>
          <w:szCs w:val="28"/>
        </w:rPr>
        <w:t xml:space="preserve">орта. Это часть </w:t>
      </w:r>
      <w:r w:rsidRPr="00265B17">
        <w:rPr>
          <w:rFonts w:ascii="Times New Roman" w:hAnsi="Times New Roman"/>
          <w:sz w:val="28"/>
          <w:szCs w:val="28"/>
        </w:rPr>
        <w:t xml:space="preserve"> культуры нашего наро</w:t>
      </w:r>
      <w:r>
        <w:rPr>
          <w:rFonts w:ascii="Times New Roman" w:hAnsi="Times New Roman"/>
          <w:sz w:val="28"/>
          <w:szCs w:val="28"/>
        </w:rPr>
        <w:t>да.</w:t>
      </w:r>
      <w:r w:rsidRPr="00265B17">
        <w:rPr>
          <w:rFonts w:ascii="Times New Roman" w:hAnsi="Times New Roman"/>
          <w:sz w:val="28"/>
          <w:szCs w:val="28"/>
        </w:rPr>
        <w:t xml:space="preserve"> </w:t>
      </w:r>
    </w:p>
    <w:p w:rsidR="00A27FB0" w:rsidRPr="00265B17" w:rsidRDefault="00A27FB0" w:rsidP="0065698C">
      <w:pPr>
        <w:tabs>
          <w:tab w:val="left" w:pos="720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65B17">
        <w:rPr>
          <w:rFonts w:ascii="Times New Roman" w:hAnsi="Times New Roman"/>
          <w:sz w:val="28"/>
          <w:szCs w:val="28"/>
        </w:rPr>
        <w:t>Я бы очень хотела</w:t>
      </w:r>
      <w:r>
        <w:rPr>
          <w:rFonts w:ascii="Times New Roman" w:hAnsi="Times New Roman"/>
          <w:sz w:val="28"/>
          <w:szCs w:val="28"/>
        </w:rPr>
        <w:t>,</w:t>
      </w:r>
      <w:r w:rsidRPr="00265B17">
        <w:rPr>
          <w:rFonts w:ascii="Times New Roman" w:hAnsi="Times New Roman"/>
          <w:sz w:val="28"/>
          <w:szCs w:val="28"/>
        </w:rPr>
        <w:t xml:space="preserve"> чтобы САМБО ввели в школьную программу.</w:t>
      </w:r>
    </w:p>
    <w:sectPr w:rsidR="00A27FB0" w:rsidRPr="00265B17" w:rsidSect="00265B1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52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A34"/>
    <w:rsid w:val="00062C90"/>
    <w:rsid w:val="00116837"/>
    <w:rsid w:val="001F3E53"/>
    <w:rsid w:val="00236DBB"/>
    <w:rsid w:val="00265B17"/>
    <w:rsid w:val="002F75F6"/>
    <w:rsid w:val="003B2094"/>
    <w:rsid w:val="003C0BF9"/>
    <w:rsid w:val="003E2763"/>
    <w:rsid w:val="0040395B"/>
    <w:rsid w:val="004E1835"/>
    <w:rsid w:val="005D1238"/>
    <w:rsid w:val="00644253"/>
    <w:rsid w:val="0065698C"/>
    <w:rsid w:val="0078021C"/>
    <w:rsid w:val="007E16C4"/>
    <w:rsid w:val="00802AAF"/>
    <w:rsid w:val="008A7B10"/>
    <w:rsid w:val="00987A34"/>
    <w:rsid w:val="009C69D5"/>
    <w:rsid w:val="00A023EB"/>
    <w:rsid w:val="00A03810"/>
    <w:rsid w:val="00A27FB0"/>
    <w:rsid w:val="00A51DB2"/>
    <w:rsid w:val="00B82C03"/>
    <w:rsid w:val="00B84F69"/>
    <w:rsid w:val="00BC414C"/>
    <w:rsid w:val="00BD1368"/>
    <w:rsid w:val="00C273B8"/>
    <w:rsid w:val="00C559C6"/>
    <w:rsid w:val="00C75158"/>
    <w:rsid w:val="00C82040"/>
    <w:rsid w:val="00D30B0A"/>
    <w:rsid w:val="00D51224"/>
    <w:rsid w:val="00D61B66"/>
    <w:rsid w:val="00DD7483"/>
    <w:rsid w:val="00DF4170"/>
    <w:rsid w:val="00E67DA7"/>
    <w:rsid w:val="00E76465"/>
    <w:rsid w:val="00EA00EE"/>
    <w:rsid w:val="00EA6716"/>
    <w:rsid w:val="00EC4173"/>
    <w:rsid w:val="00EF3F7D"/>
    <w:rsid w:val="00EF6FBE"/>
    <w:rsid w:val="00F203AE"/>
    <w:rsid w:val="00F31AF2"/>
    <w:rsid w:val="00F92C45"/>
    <w:rsid w:val="00FD7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95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B20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09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62C90"/>
    <w:rPr>
      <w:rFonts w:cs="Times New Roman"/>
    </w:rPr>
  </w:style>
  <w:style w:type="character" w:styleId="Strong">
    <w:name w:val="Strong"/>
    <w:basedOn w:val="DefaultParagraphFont"/>
    <w:uiPriority w:val="99"/>
    <w:qFormat/>
    <w:rsid w:val="00062C9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6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6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66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66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66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666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666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66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666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666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6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9666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9666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96661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666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666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9666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9666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9666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6661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2</Pages>
  <Words>358</Words>
  <Characters>2042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Mosina.J</cp:lastModifiedBy>
  <cp:revision>11</cp:revision>
  <dcterms:created xsi:type="dcterms:W3CDTF">2012-04-03T18:38:00Z</dcterms:created>
  <dcterms:modified xsi:type="dcterms:W3CDTF">2012-05-31T10:58:00Z</dcterms:modified>
</cp:coreProperties>
</file>